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9226A0">
      <w:r w:rsidRPr="009226A0">
        <w:rPr>
          <w:noProof/>
          <w:lang w:val="es-CO" w:eastAsia="es-CO"/>
        </w:rPr>
        <w:pict>
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o:lock v:ext="edit" shapetype="t"/>
            <v:textbox inset="2.88pt,2.88pt,2.88pt,2.88pt"/>
            <w10:wrap anchorx="page" anchory="page"/>
          </v:rect>
        </w:pict>
      </w:r>
      <w:r w:rsidRPr="009226A0">
        <w:rPr>
          <w:noProof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33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<v:textbox style="mso-fit-shape-to-text:t" inset="2.88pt,2.88pt,2.88pt,2.88pt">
              <w:txbxContent>
                <w:p w:rsidR="004507DF" w:rsidRPr="00FA5AAE" w:rsidRDefault="004507DF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Pr="009226A0">
        <w:rPr>
          <w:noProof/>
          <w:lang w:val="es-CO" w:eastAsia="es-CO"/>
        </w:rPr>
        <w:pict>
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<o:lock v:ext="edit" shapetype="t"/>
            <v:textbox inset="2.85pt,2.85pt,2.85pt,2.85pt">
              <w:txbxContent>
                <w:p w:rsidR="008853DC" w:rsidRPr="00DA22FF" w:rsidRDefault="008853DC" w:rsidP="009B1EB1">
                  <w:pPr>
                    <w:pStyle w:val="Heading2"/>
                  </w:pPr>
                  <w:r w:rsidRPr="009B1EB1">
                    <w:t>AGENDA</w:t>
                  </w:r>
                  <w:r w:rsidR="00C5060F">
                    <w:t xml:space="preserve"> N0 33</w:t>
                  </w:r>
                </w:p>
              </w:txbxContent>
            </v:textbox>
            <w10:wrap anchorx="page" anchory="page"/>
          </v:shape>
        </w:pict>
      </w:r>
      <w:r w:rsidRPr="009226A0">
        <w:rPr>
          <w:noProof/>
          <w:lang w:val="es-CO" w:eastAsia="es-CO"/>
        </w:rPr>
        <w:pict>
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<v:textbox style="mso-fit-shape-to-text:t" inset="3.6pt,,3.6pt">
              <w:txbxContent>
                <w:p w:rsidR="008853DC" w:rsidRDefault="00C5060F" w:rsidP="00A54DBA">
                  <w:pPr>
                    <w:pStyle w:val="Heading3"/>
                    <w:jc w:val="center"/>
                  </w:pPr>
                  <w:r>
                    <w:t>April-May</w:t>
                  </w:r>
                </w:p>
                <w:p w:rsidR="008853DC" w:rsidRPr="00B44828" w:rsidRDefault="008853DC" w:rsidP="00A54DBA">
                  <w:pPr>
                    <w:pStyle w:val="Heading3"/>
                    <w:jc w:val="center"/>
                  </w:pPr>
                  <w:r>
                    <w:t>Kinder</w:t>
                  </w:r>
                </w:p>
                <w:p w:rsidR="008853DC" w:rsidRPr="002F5063" w:rsidRDefault="00C5060F" w:rsidP="00A54DBA">
                  <w:pPr>
                    <w:pStyle w:val="Heading3"/>
                    <w:jc w:val="center"/>
                  </w:pPr>
                  <w:r>
                    <w:t>Week 33</w:t>
                  </w:r>
                </w:p>
              </w:txbxContent>
            </v:textbox>
            <w10:wrap anchorx="page" anchory="page"/>
          </v:shape>
        </w:pict>
      </w:r>
      <w:r w:rsidRPr="009226A0">
        <w:rPr>
          <w:noProof/>
          <w:lang w:val="es-CO" w:eastAsia="es-CO"/>
        </w:rPr>
        <w:pict>
          <v:roundrect id="AutoShape 7" o:spid="_x0000_s1032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Pr="009226A0">
        <w:rPr>
          <w:noProof/>
          <w:lang w:val="es-CO" w:eastAsia="es-CO"/>
        </w:rPr>
        <w:pict>
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" fillcolor="white [3201]" strokecolor="#8064a2 [3207]" strokeweight="5pt">
            <v:fill rotate="t"/>
            <v:stroke linestyle="thickThin"/>
            <v:shadow color="#868686"/>
            <o:lock v:ext="edit" shapetype="t"/>
            <v:textbox style="mso-fit-shape-to-text:t" inset="2.85pt,2.85pt,2.85pt,2.85pt">
              <w:txbxContent>
                <w:p w:rsidR="008853DC" w:rsidRPr="00724CA0" w:rsidRDefault="00AE6853" w:rsidP="00724CA0">
                  <w:pPr>
                    <w:pStyle w:val="Heading1"/>
                    <w:rPr>
                      <w:sz w:val="52"/>
                      <w:szCs w:val="52"/>
                      <w:lang w:val="es-CO"/>
                    </w:rPr>
                  </w:pPr>
                  <w:r>
                    <w:rPr>
                      <w:sz w:val="52"/>
                      <w:szCs w:val="52"/>
                      <w:lang w:val="es-CO"/>
                    </w:rPr>
                    <w:t xml:space="preserve">        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Sharing</w:t>
                  </w:r>
                  <w:proofErr w:type="spellEnd"/>
                  <w:r>
                    <w:rPr>
                      <w:sz w:val="52"/>
                      <w:szCs w:val="52"/>
                      <w:lang w:val="es-CO"/>
                    </w:rPr>
                    <w:t xml:space="preserve">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the</w:t>
                  </w:r>
                  <w:proofErr w:type="spellEnd"/>
                  <w:r>
                    <w:rPr>
                      <w:sz w:val="52"/>
                      <w:szCs w:val="52"/>
                      <w:lang w:val="es-CO"/>
                    </w:rPr>
                    <w:t xml:space="preserve">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planet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9226A0">
        <w:rPr>
          <w:noProof/>
          <w:lang w:val="es-CO" w:eastAsia="es-CO"/>
        </w:rPr>
        <w:pict>
          <v:roundrect id="AutoShape 4" o:spid="_x0000_s1031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o:lock v:ext="edit" shapetype="t"/>
            <v:textbox inset="2.88pt,2.88pt,2.88pt,2.88pt"/>
            <w10:wrap anchorx="page" anchory="page"/>
          </v:roundrect>
        </w:pict>
      </w:r>
      <w:proofErr w:type="spellStart"/>
      <w:r w:rsidR="00402958">
        <w:t>Uybien</w:t>
      </w:r>
      <w:proofErr w:type="spellEnd"/>
    </w:p>
    <w:p w:rsidR="004507DF" w:rsidRDefault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9226A0" w:rsidP="004507DF">
      <w:r w:rsidRPr="009226A0">
        <w:rPr>
          <w:noProof/>
          <w:lang w:val="es-CO" w:eastAsia="es-CO"/>
        </w:rPr>
        <w:pict>
          <v:shape id="Text Box 9" o:spid="_x0000_s1030" type="#_x0000_t202" style="position:absolute;margin-left:297.5pt;margin-top:283.3pt;width:267.3pt;height:515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" fillcolor="#4bacc6 [3208]" stroked="f" strokeweight="0">
            <v:fill color2="#308298 [2376]" focusposition=".5,.5" focussize="" focus="100%" type="gradientRadial"/>
            <v:shadow on="t" type="perspective" color="#205867 [1608]" offset="1pt" offset2="-3pt"/>
            <o:lock v:ext="edit" shapetype="t"/>
            <v:textbox inset="2.85pt,2.85pt,2.85pt,2.85pt">
              <w:txbxContent>
                <w:p w:rsidR="003668B2" w:rsidRDefault="003668B2" w:rsidP="002F1B8E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</w:p>
                <w:p w:rsidR="008853DC" w:rsidRPr="007B4E6D" w:rsidRDefault="008853DC" w:rsidP="002F1B8E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BA040E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Monday </w:t>
                  </w:r>
                  <w:r w:rsidR="00C5060F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30</w:t>
                  </w:r>
                  <w:r w:rsidR="003668B2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 xml:space="preserve">rd </w:t>
                  </w:r>
                </w:p>
                <w:p w:rsidR="008853DC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Disciplinar Planning L2 </w:t>
                  </w:r>
                </w:p>
                <w:p w:rsidR="008853DC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Deputy´s Office</w:t>
                  </w:r>
                </w:p>
                <w:p w:rsidR="00210F8D" w:rsidRPr="003668B2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11:50 -12:25 pm</w:t>
                  </w:r>
                </w:p>
                <w:p w:rsidR="00DE3D42" w:rsidRPr="003668B2" w:rsidRDefault="00DE3D42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  <w:p w:rsidR="008853DC" w:rsidRPr="006E5596" w:rsidRDefault="00C5060F" w:rsidP="00097FF7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Wednesday 2</w:t>
                  </w:r>
                  <w:r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 xml:space="preserve">nd </w:t>
                  </w:r>
                </w:p>
                <w:p w:rsidR="00665EC4" w:rsidRDefault="00665EC4" w:rsidP="00097FF7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Meeting with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Adri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and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Laurita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20’ </w:t>
                  </w:r>
                </w:p>
                <w:p w:rsidR="006E5596" w:rsidRPr="00BA040E" w:rsidRDefault="00665EC4" w:rsidP="00097FF7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>
                    <w:rPr>
                      <w:sz w:val="18"/>
                      <w:szCs w:val="18"/>
                      <w:lang w:val="en-US"/>
                    </w:rPr>
                    <w:t>then</w:t>
                  </w:r>
                  <w:proofErr w:type="gramEnd"/>
                  <w:r>
                    <w:rPr>
                      <w:sz w:val="18"/>
                      <w:szCs w:val="18"/>
                      <w:lang w:val="en-US"/>
                    </w:rPr>
                    <w:t xml:space="preserve"> Maggie and Mark 20’ and Claudia and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Sidey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20’. </w:t>
                  </w:r>
                </w:p>
                <w:p w:rsidR="00665EC4" w:rsidRDefault="00665EC4" w:rsidP="00665EC4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Please be punctual </w:t>
                  </w:r>
                </w:p>
                <w:p w:rsidR="00665EC4" w:rsidRDefault="00665EC4" w:rsidP="00665EC4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Deputy´s Office</w:t>
                  </w:r>
                </w:p>
                <w:p w:rsidR="008853DC" w:rsidRDefault="008853DC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 w:rsidRPr="00BA040E">
                    <w:rPr>
                      <w:sz w:val="18"/>
                      <w:szCs w:val="18"/>
                      <w:lang w:val="en-US"/>
                    </w:rPr>
                    <w:t>14:00-15:0</w:t>
                  </w:r>
                  <w:r w:rsidR="00E35217">
                    <w:rPr>
                      <w:sz w:val="18"/>
                      <w:szCs w:val="18"/>
                      <w:lang w:val="en-US"/>
                    </w:rPr>
                    <w:t>0</w:t>
                  </w:r>
                </w:p>
                <w:p w:rsidR="00210F8D" w:rsidRDefault="00210F8D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bookmarkStart w:id="0" w:name="_GoBack"/>
                  <w:bookmarkEnd w:id="0"/>
                </w:p>
                <w:p w:rsidR="003668B2" w:rsidRPr="00BA040E" w:rsidRDefault="003668B2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  <w:p w:rsidR="008853DC" w:rsidRPr="00BA040E" w:rsidRDefault="00C5060F" w:rsidP="00097FF7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Thursday 3</w:t>
                  </w:r>
                  <w:r w:rsidR="008853DC"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C5060F" w:rsidRPr="003668B2" w:rsidRDefault="00665EC4" w:rsidP="0059260D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Work by </w:t>
                  </w:r>
                  <w:proofErr w:type="gramStart"/>
                  <w:r>
                    <w:rPr>
                      <w:sz w:val="18"/>
                      <w:szCs w:val="18"/>
                      <w:lang w:val="en-US"/>
                    </w:rPr>
                    <w:t>pairs :</w:t>
                  </w:r>
                  <w:proofErr w:type="gramEnd"/>
                  <w:r>
                    <w:rPr>
                      <w:sz w:val="18"/>
                      <w:szCs w:val="18"/>
                      <w:lang w:val="en-US"/>
                    </w:rPr>
                    <w:t xml:space="preserve"> rubrics, planning, samplers for grade portfolio, pictures, </w:t>
                  </w:r>
                </w:p>
                <w:p w:rsidR="00210F8D" w:rsidRPr="00AA002A" w:rsidRDefault="00665EC4" w:rsidP="0059260D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gramStart"/>
                  <w:r>
                    <w:rPr>
                      <w:sz w:val="18"/>
                      <w:szCs w:val="18"/>
                      <w:lang w:val="en-US"/>
                    </w:rPr>
                    <w:t>Unit reflection etc.</w:t>
                  </w:r>
                  <w:proofErr w:type="gramEnd"/>
                  <w:r w:rsidR="00C5060F" w:rsidRPr="00AA002A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665EC4" w:rsidRDefault="00665EC4" w:rsidP="00F93D75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</w:p>
                <w:p w:rsidR="008853DC" w:rsidRPr="0098440F" w:rsidRDefault="008853DC" w:rsidP="00F93D75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BA040E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Friday </w:t>
                  </w:r>
                  <w:r w:rsidR="00C5060F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4</w:t>
                  </w:r>
                  <w:r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665EC4" w:rsidRDefault="00665EC4" w:rsidP="00C807FC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Maths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planning </w:t>
                  </w:r>
                </w:p>
                <w:p w:rsidR="00665EC4" w:rsidRDefault="00665EC4" w:rsidP="00C807FC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8:15-9:00</w:t>
                  </w:r>
                </w:p>
                <w:p w:rsidR="00665EC4" w:rsidRDefault="00665EC4" w:rsidP="00665EC4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Deputy´s Office</w:t>
                  </w:r>
                </w:p>
                <w:p w:rsidR="008853DC" w:rsidRPr="003668B2" w:rsidRDefault="00C5060F" w:rsidP="00C807FC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Work by areas </w:t>
                  </w:r>
                  <w:r w:rsidR="008853DC" w:rsidRPr="003668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665EC4" w:rsidRDefault="00665EC4" w:rsidP="00665EC4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 w:rsidRPr="00BA040E">
                    <w:rPr>
                      <w:sz w:val="18"/>
                      <w:szCs w:val="18"/>
                      <w:lang w:val="en-US"/>
                    </w:rPr>
                    <w:t>14:00-15:0</w:t>
                  </w:r>
                  <w:r>
                    <w:rPr>
                      <w:sz w:val="18"/>
                      <w:szCs w:val="18"/>
                      <w:lang w:val="en-US"/>
                    </w:rPr>
                    <w:t>0</w:t>
                  </w:r>
                </w:p>
                <w:p w:rsidR="00591409" w:rsidRDefault="00591409" w:rsidP="00C807FC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p w:rsidR="00665EC4" w:rsidRDefault="00665EC4" w:rsidP="00C807FC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p w:rsidR="00665EC4" w:rsidRPr="007B4E6D" w:rsidRDefault="00665EC4" w:rsidP="00C807FC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p w:rsidR="008853DC" w:rsidRPr="001E2A83" w:rsidRDefault="00C5060F" w:rsidP="00C807FC">
                  <w:pPr>
                    <w:pStyle w:val="ListParagraph"/>
                    <w:spacing w:after="0"/>
                    <w:ind w:left="0"/>
                    <w:rPr>
                      <w:color w:val="FFFF00"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 xml:space="preserve">Note taker: </w:t>
                  </w:r>
                  <w:proofErr w:type="spellStart"/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>Laurita</w:t>
                  </w:r>
                  <w:proofErr w:type="spellEnd"/>
                </w:p>
                <w:p w:rsidR="008853DC" w:rsidRPr="001E2A83" w:rsidRDefault="00C5060F" w:rsidP="009F7310">
                  <w:pPr>
                    <w:pStyle w:val="ListParagraph"/>
                    <w:spacing w:after="0"/>
                    <w:ind w:left="0"/>
                    <w:rPr>
                      <w:b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 xml:space="preserve">Time keeper: </w:t>
                  </w:r>
                  <w:proofErr w:type="spellStart"/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>Adri</w:t>
                  </w:r>
                  <w:proofErr w:type="spellEnd"/>
                </w:p>
                <w:p w:rsidR="008853DC" w:rsidRPr="001E2A83" w:rsidRDefault="008853DC" w:rsidP="009F7310">
                  <w:pPr>
                    <w:pStyle w:val="ListParagraph"/>
                    <w:spacing w:after="0"/>
                    <w:ind w:left="0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E2A83">
                    <w:rPr>
                      <w:b/>
                      <w:sz w:val="18"/>
                      <w:szCs w:val="18"/>
                      <w:lang w:val="en-US"/>
                    </w:rPr>
                    <w:t>Dear team, this agenda is subject to change.</w:t>
                  </w:r>
                </w:p>
                <w:p w:rsidR="008853DC" w:rsidRPr="00AD13D0" w:rsidRDefault="008853DC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8853DC" w:rsidRPr="00AD13D0" w:rsidRDefault="008853DC" w:rsidP="009F7310">
                  <w:pPr>
                    <w:pStyle w:val="ListParagraph"/>
                    <w:spacing w:after="0"/>
                    <w:rPr>
                      <w:b/>
                      <w:lang w:val="en-US"/>
                    </w:rPr>
                  </w:pPr>
                </w:p>
                <w:p w:rsidR="008853DC" w:rsidRPr="00D02D5F" w:rsidRDefault="008853DC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ullet1"/>
      </v:shape>
    </w:pict>
  </w:numPicBullet>
  <w:numPicBullet w:numPicBulletId="1">
    <w:pict>
      <v:shape id="_x0000_i1027" type="#_x0000_t75" style="width:8.85pt;height:8.85pt" o:bullet="t">
        <v:imagedata r:id="rId2" o:title="bullet2"/>
      </v:shape>
    </w:pict>
  </w:numPicBullet>
  <w:numPicBullet w:numPicBulletId="2">
    <w:pict>
      <v:shape id="_x0000_i1028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14906"/>
    <w:rsid w:val="00123FA2"/>
    <w:rsid w:val="001241B6"/>
    <w:rsid w:val="00131724"/>
    <w:rsid w:val="00135580"/>
    <w:rsid w:val="001420CD"/>
    <w:rsid w:val="001462B8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1E2A83"/>
    <w:rsid w:val="0020166D"/>
    <w:rsid w:val="002063A2"/>
    <w:rsid w:val="002101A4"/>
    <w:rsid w:val="00210F8D"/>
    <w:rsid w:val="00214EEB"/>
    <w:rsid w:val="00221A02"/>
    <w:rsid w:val="00235996"/>
    <w:rsid w:val="00240415"/>
    <w:rsid w:val="002453DF"/>
    <w:rsid w:val="002468B8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0585A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668B2"/>
    <w:rsid w:val="003702D3"/>
    <w:rsid w:val="003709B7"/>
    <w:rsid w:val="00386843"/>
    <w:rsid w:val="0038777C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6D20"/>
    <w:rsid w:val="00477A25"/>
    <w:rsid w:val="00490902"/>
    <w:rsid w:val="004A04A1"/>
    <w:rsid w:val="004A2962"/>
    <w:rsid w:val="004B0222"/>
    <w:rsid w:val="004B043A"/>
    <w:rsid w:val="004C2F04"/>
    <w:rsid w:val="004D0416"/>
    <w:rsid w:val="004D12E0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1409"/>
    <w:rsid w:val="0059260D"/>
    <w:rsid w:val="005926DA"/>
    <w:rsid w:val="00592D16"/>
    <w:rsid w:val="00594E62"/>
    <w:rsid w:val="0059671A"/>
    <w:rsid w:val="005B0EB6"/>
    <w:rsid w:val="005D2FF8"/>
    <w:rsid w:val="005D6755"/>
    <w:rsid w:val="005E437E"/>
    <w:rsid w:val="005F3331"/>
    <w:rsid w:val="00605F95"/>
    <w:rsid w:val="006074A9"/>
    <w:rsid w:val="00621DCD"/>
    <w:rsid w:val="00624120"/>
    <w:rsid w:val="00625E0C"/>
    <w:rsid w:val="00627239"/>
    <w:rsid w:val="00632B12"/>
    <w:rsid w:val="00647B37"/>
    <w:rsid w:val="006508A0"/>
    <w:rsid w:val="00665EC4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5596"/>
    <w:rsid w:val="006E7467"/>
    <w:rsid w:val="00716C35"/>
    <w:rsid w:val="00723DE6"/>
    <w:rsid w:val="00724CA0"/>
    <w:rsid w:val="0073457E"/>
    <w:rsid w:val="007374F2"/>
    <w:rsid w:val="00744D38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4E6D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853DC"/>
    <w:rsid w:val="00891B8C"/>
    <w:rsid w:val="0089669C"/>
    <w:rsid w:val="00897B79"/>
    <w:rsid w:val="00897C9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26A0"/>
    <w:rsid w:val="00925900"/>
    <w:rsid w:val="00933C75"/>
    <w:rsid w:val="00941F64"/>
    <w:rsid w:val="0094292E"/>
    <w:rsid w:val="00944FC2"/>
    <w:rsid w:val="00957A17"/>
    <w:rsid w:val="009640D6"/>
    <w:rsid w:val="009652B1"/>
    <w:rsid w:val="00976B22"/>
    <w:rsid w:val="00980BF0"/>
    <w:rsid w:val="0098440F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002A"/>
    <w:rsid w:val="00AA54DC"/>
    <w:rsid w:val="00AC00DA"/>
    <w:rsid w:val="00AC2735"/>
    <w:rsid w:val="00AC75B4"/>
    <w:rsid w:val="00AD13D0"/>
    <w:rsid w:val="00AD6E29"/>
    <w:rsid w:val="00AE6853"/>
    <w:rsid w:val="00AF3F5D"/>
    <w:rsid w:val="00B12013"/>
    <w:rsid w:val="00B12BF3"/>
    <w:rsid w:val="00B1675C"/>
    <w:rsid w:val="00B22B1D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040E"/>
    <w:rsid w:val="00BA181A"/>
    <w:rsid w:val="00BA27A3"/>
    <w:rsid w:val="00BA5B32"/>
    <w:rsid w:val="00BC62B8"/>
    <w:rsid w:val="00BC7F64"/>
    <w:rsid w:val="00BD794F"/>
    <w:rsid w:val="00BE4DB2"/>
    <w:rsid w:val="00C03012"/>
    <w:rsid w:val="00C12789"/>
    <w:rsid w:val="00C16EF2"/>
    <w:rsid w:val="00C20863"/>
    <w:rsid w:val="00C24A87"/>
    <w:rsid w:val="00C32A6F"/>
    <w:rsid w:val="00C4363B"/>
    <w:rsid w:val="00C47F6B"/>
    <w:rsid w:val="00C5060F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85C4A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DE3D42"/>
    <w:rsid w:val="00E003C0"/>
    <w:rsid w:val="00E03EA0"/>
    <w:rsid w:val="00E04C43"/>
    <w:rsid w:val="00E26BAD"/>
    <w:rsid w:val="00E35217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3D75"/>
    <w:rsid w:val="00F97519"/>
    <w:rsid w:val="00F97632"/>
    <w:rsid w:val="00FA45C2"/>
    <w:rsid w:val="00FA5AAE"/>
    <w:rsid w:val="00FB2CA7"/>
    <w:rsid w:val="00FC0460"/>
    <w:rsid w:val="00FD30AC"/>
    <w:rsid w:val="00FD3DD7"/>
    <w:rsid w:val="00FF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BodyText2Char">
    <w:name w:val="Body Text 2 Char"/>
    <w:basedOn w:val="DefaultParagraphFont"/>
    <w:link w:val="BodyText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E407-C69F-4A23-9978-80A590CB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112</TotalTime>
  <Pages>1</Pages>
  <Words>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sviedman</cp:lastModifiedBy>
  <cp:revision>9</cp:revision>
  <dcterms:created xsi:type="dcterms:W3CDTF">2012-04-25T20:41:00Z</dcterms:created>
  <dcterms:modified xsi:type="dcterms:W3CDTF">2012-04-27T18:48:00Z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